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08"/>
        <w:gridCol w:w="7147"/>
      </w:tblGrid>
      <w:tr w:rsidR="00620696" w:rsidRPr="00620696" w14:paraId="1D7E8FBF" w14:textId="77777777" w:rsidTr="00620696">
        <w:trPr>
          <w:trHeight w:val="260"/>
        </w:trPr>
        <w:tc>
          <w:tcPr>
            <w:tcW w:w="14255" w:type="dxa"/>
            <w:gridSpan w:val="2"/>
            <w:shd w:val="clear" w:color="auto" w:fill="FF0000"/>
            <w:vAlign w:val="center"/>
          </w:tcPr>
          <w:p w14:paraId="7117149C" w14:textId="6022DF39" w:rsidR="001F1E54" w:rsidRPr="00620696" w:rsidRDefault="00D050BC" w:rsidP="00CC2872">
            <w:pPr>
              <w:pStyle w:val="Heading1"/>
              <w:tabs>
                <w:tab w:val="left" w:pos="3547"/>
                <w:tab w:val="center" w:pos="5040"/>
              </w:tabs>
              <w:rPr>
                <w:rFonts w:cs="Arial"/>
                <w:color w:val="FFFFFF" w:themeColor="background1"/>
                <w:sz w:val="20"/>
              </w:rPr>
            </w:pPr>
            <w:r w:rsidRPr="00620696">
              <w:rPr>
                <w:rFonts w:cs="Arial"/>
                <w:color w:val="FFFFFF" w:themeColor="background1"/>
                <w:sz w:val="20"/>
              </w:rPr>
              <w:t>STAGE 1 – DESIRED RESULTS</w:t>
            </w:r>
          </w:p>
        </w:tc>
      </w:tr>
      <w:tr w:rsidR="00620696" w:rsidRPr="00620696" w14:paraId="7607F77D" w14:textId="77777777" w:rsidTr="00620696">
        <w:trPr>
          <w:trHeight w:val="2060"/>
        </w:trPr>
        <w:tc>
          <w:tcPr>
            <w:tcW w:w="14255" w:type="dxa"/>
            <w:gridSpan w:val="2"/>
          </w:tcPr>
          <w:p w14:paraId="36FA2783" w14:textId="77777777" w:rsidR="00620696" w:rsidRPr="00620696" w:rsidRDefault="00620696">
            <w:pPr>
              <w:rPr>
                <w:rFonts w:ascii="Arial" w:hAnsi="Arial" w:cs="Arial"/>
                <w:b/>
                <w:sz w:val="18"/>
              </w:rPr>
            </w:pPr>
          </w:p>
          <w:p w14:paraId="1B5D5B98" w14:textId="77777777" w:rsidR="001F1E54" w:rsidRPr="00620696" w:rsidRDefault="00D050BC">
            <w:pPr>
              <w:rPr>
                <w:rFonts w:ascii="Arial" w:hAnsi="Arial" w:cs="Arial"/>
                <w:b/>
                <w:sz w:val="18"/>
                <w:u w:val="single"/>
              </w:rPr>
            </w:pPr>
            <w:r w:rsidRPr="00620696">
              <w:rPr>
                <w:rFonts w:ascii="Arial" w:hAnsi="Arial" w:cs="Arial"/>
                <w:b/>
                <w:sz w:val="18"/>
              </w:rPr>
              <w:t xml:space="preserve">Unit Title: ___________________________________________________ </w:t>
            </w:r>
            <w:r w:rsidRPr="00620696">
              <w:rPr>
                <w:rFonts w:ascii="Arial" w:hAnsi="Arial" w:cs="Arial"/>
                <w:b/>
                <w:sz w:val="18"/>
                <w:u w:val="single"/>
              </w:rPr>
              <w:t xml:space="preserve"> </w:t>
            </w:r>
            <w:r w:rsidRPr="00620696">
              <w:rPr>
                <w:rFonts w:ascii="Arial" w:hAnsi="Arial" w:cs="Arial"/>
                <w:b/>
                <w:sz w:val="18"/>
              </w:rPr>
              <w:t xml:space="preserve">                                                                   </w:t>
            </w:r>
          </w:p>
          <w:p w14:paraId="678F9B73" w14:textId="77777777" w:rsidR="001F1E54" w:rsidRPr="00620696" w:rsidRDefault="00694270">
            <w:pPr>
              <w:rPr>
                <w:rFonts w:ascii="Arial" w:hAnsi="Arial" w:cs="Arial"/>
                <w:b/>
                <w:sz w:val="18"/>
              </w:rPr>
            </w:pPr>
          </w:p>
          <w:p w14:paraId="0B4B84B0" w14:textId="0448149D" w:rsidR="001F1E54" w:rsidRPr="00620696" w:rsidRDefault="00E74F06">
            <w:pPr>
              <w:pStyle w:val="BodyText"/>
              <w:rPr>
                <w:rFonts w:cs="Arial"/>
                <w:b/>
              </w:rPr>
            </w:pPr>
            <w:r w:rsidRPr="00620696">
              <w:rPr>
                <w:rFonts w:cs="Arial"/>
                <w:b/>
              </w:rPr>
              <w:t>Transfer</w:t>
            </w:r>
            <w:r w:rsidR="00D050BC" w:rsidRPr="00620696">
              <w:rPr>
                <w:rFonts w:cs="Arial"/>
                <w:b/>
              </w:rPr>
              <w:t xml:space="preserve"> Goal</w:t>
            </w:r>
            <w:r w:rsidRPr="00620696">
              <w:rPr>
                <w:rFonts w:cs="Arial"/>
                <w:b/>
              </w:rPr>
              <w:t>(</w:t>
            </w:r>
            <w:r w:rsidR="00D050BC" w:rsidRPr="00620696">
              <w:rPr>
                <w:rFonts w:cs="Arial"/>
                <w:b/>
              </w:rPr>
              <w:t>s</w:t>
            </w:r>
            <w:r w:rsidRPr="00620696">
              <w:rPr>
                <w:rFonts w:cs="Arial"/>
                <w:b/>
              </w:rPr>
              <w:t>)</w:t>
            </w:r>
            <w:r w:rsidR="00D050BC" w:rsidRPr="00620696">
              <w:rPr>
                <w:rFonts w:cs="Arial"/>
                <w:b/>
              </w:rPr>
              <w:t>:</w:t>
            </w:r>
          </w:p>
          <w:p w14:paraId="6B2E1BB7" w14:textId="77777777" w:rsidR="001F1E54" w:rsidRPr="00620696" w:rsidRDefault="00694270" w:rsidP="00E74F06">
            <w:pPr>
              <w:pStyle w:val="BodyText"/>
              <w:numPr>
                <w:ilvl w:val="0"/>
                <w:numId w:val="12"/>
              </w:numPr>
              <w:ind w:left="360"/>
              <w:rPr>
                <w:rFonts w:cs="Arial"/>
                <w:b/>
              </w:rPr>
            </w:pPr>
          </w:p>
          <w:p w14:paraId="62EA3C21" w14:textId="77777777" w:rsidR="001F1E54" w:rsidRPr="00620696" w:rsidRDefault="00694270">
            <w:pPr>
              <w:pStyle w:val="BodyText"/>
              <w:rPr>
                <w:rFonts w:cs="Arial"/>
              </w:rPr>
            </w:pPr>
          </w:p>
          <w:p w14:paraId="4F11B98B" w14:textId="77777777" w:rsidR="001F1E54" w:rsidRPr="00620696" w:rsidRDefault="00694270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620696" w:rsidRPr="00620696" w14:paraId="65E6407D" w14:textId="77777777" w:rsidTr="00620696">
        <w:trPr>
          <w:trHeight w:val="3314"/>
        </w:trPr>
        <w:tc>
          <w:tcPr>
            <w:tcW w:w="7108" w:type="dxa"/>
          </w:tcPr>
          <w:p w14:paraId="2AAE6921" w14:textId="77777777" w:rsidR="001F1E54" w:rsidRPr="00620696" w:rsidRDefault="00D050B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i/>
                <w:sz w:val="18"/>
              </w:rPr>
            </w:pPr>
            <w:r w:rsidRPr="00620696">
              <w:rPr>
                <w:rFonts w:ascii="Arial" w:hAnsi="Arial" w:cs="Arial"/>
                <w:b/>
                <w:sz w:val="18"/>
              </w:rPr>
              <w:t xml:space="preserve">Understandings: </w:t>
            </w:r>
            <w:r w:rsidRPr="00620696">
              <w:rPr>
                <w:rFonts w:ascii="Arial" w:hAnsi="Arial" w:cs="Arial"/>
                <w:i/>
                <w:sz w:val="18"/>
              </w:rPr>
              <w:t>Students will understand that…</w:t>
            </w:r>
          </w:p>
          <w:p w14:paraId="0003CE11" w14:textId="77777777" w:rsidR="001F1E54" w:rsidRPr="00620696" w:rsidRDefault="00D050B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sz w:val="18"/>
              </w:rPr>
            </w:pPr>
            <w:r w:rsidRPr="00620696">
              <w:rPr>
                <w:rFonts w:ascii="Arial" w:hAnsi="Arial" w:cs="Arial"/>
                <w:sz w:val="18"/>
              </w:rPr>
              <w:t xml:space="preserve">• </w:t>
            </w:r>
          </w:p>
          <w:p w14:paraId="2D0502B2" w14:textId="77777777" w:rsidR="001F1E54" w:rsidRPr="00620696" w:rsidRDefault="0069427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14:paraId="34453A10" w14:textId="77777777" w:rsidR="001F1E54" w:rsidRPr="00620696" w:rsidRDefault="0069427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14:paraId="5ED13F7B" w14:textId="77777777" w:rsidR="001F1E54" w:rsidRPr="00620696" w:rsidRDefault="0069427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  <w:p w14:paraId="1C7D34B4" w14:textId="77777777" w:rsidR="001F1E54" w:rsidRPr="00620696" w:rsidRDefault="0069427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</w:rPr>
            </w:pPr>
          </w:p>
        </w:tc>
        <w:tc>
          <w:tcPr>
            <w:tcW w:w="7147" w:type="dxa"/>
          </w:tcPr>
          <w:p w14:paraId="0A5BA57A" w14:textId="77777777" w:rsidR="001F1E54" w:rsidRPr="00620696" w:rsidRDefault="00D050BC">
            <w:pPr>
              <w:rPr>
                <w:rFonts w:ascii="Arial" w:hAnsi="Arial" w:cs="Arial"/>
                <w:b/>
                <w:sz w:val="18"/>
              </w:rPr>
            </w:pPr>
            <w:r w:rsidRPr="00620696">
              <w:rPr>
                <w:rFonts w:ascii="Arial" w:hAnsi="Arial" w:cs="Arial"/>
                <w:b/>
                <w:sz w:val="18"/>
              </w:rPr>
              <w:t>Essential Questions:</w:t>
            </w:r>
          </w:p>
          <w:p w14:paraId="78E7E2C1" w14:textId="77777777" w:rsidR="001F1E54" w:rsidRPr="00620696" w:rsidRDefault="00D050BC">
            <w:pPr>
              <w:rPr>
                <w:rFonts w:ascii="Arial" w:hAnsi="Arial" w:cs="Arial"/>
                <w:b/>
                <w:sz w:val="18"/>
              </w:rPr>
            </w:pPr>
            <w:r w:rsidRPr="00620696">
              <w:rPr>
                <w:rFonts w:ascii="Arial" w:hAnsi="Arial" w:cs="Arial"/>
                <w:b/>
                <w:sz w:val="18"/>
              </w:rPr>
              <w:t xml:space="preserve">• </w:t>
            </w:r>
          </w:p>
          <w:p w14:paraId="72F2F11C" w14:textId="77777777" w:rsidR="001F1E54" w:rsidRPr="00620696" w:rsidRDefault="00694270">
            <w:pPr>
              <w:rPr>
                <w:rFonts w:ascii="Arial" w:hAnsi="Arial" w:cs="Arial"/>
                <w:b/>
                <w:sz w:val="18"/>
              </w:rPr>
            </w:pPr>
          </w:p>
          <w:p w14:paraId="6D18A7B2" w14:textId="77777777" w:rsidR="001F1E54" w:rsidRPr="00620696" w:rsidRDefault="00694270">
            <w:pPr>
              <w:rPr>
                <w:rFonts w:ascii="Arial" w:hAnsi="Arial" w:cs="Arial"/>
              </w:rPr>
            </w:pPr>
          </w:p>
        </w:tc>
      </w:tr>
      <w:tr w:rsidR="00620696" w:rsidRPr="00620696" w14:paraId="3348BD8C" w14:textId="77777777" w:rsidTr="00620696">
        <w:trPr>
          <w:trHeight w:val="3320"/>
        </w:trPr>
        <w:tc>
          <w:tcPr>
            <w:tcW w:w="7108" w:type="dxa"/>
            <w:tcBorders>
              <w:bottom w:val="single" w:sz="4" w:space="0" w:color="auto"/>
            </w:tcBorders>
          </w:tcPr>
          <w:p w14:paraId="4D44D9BF" w14:textId="77777777" w:rsidR="001F1E54" w:rsidRPr="00620696" w:rsidRDefault="00D050BC">
            <w:pPr>
              <w:rPr>
                <w:rFonts w:ascii="Arial" w:hAnsi="Arial" w:cs="Arial"/>
                <w:sz w:val="18"/>
              </w:rPr>
            </w:pPr>
            <w:r w:rsidRPr="00620696">
              <w:rPr>
                <w:rFonts w:ascii="Arial" w:hAnsi="Arial" w:cs="Arial"/>
                <w:sz w:val="18"/>
              </w:rPr>
              <w:t>Students will know:</w:t>
            </w:r>
          </w:p>
          <w:p w14:paraId="65624229" w14:textId="77777777" w:rsidR="001F1E54" w:rsidRPr="00620696" w:rsidRDefault="00D050BC">
            <w:pPr>
              <w:rPr>
                <w:rFonts w:ascii="Arial" w:hAnsi="Arial" w:cs="Arial"/>
                <w:sz w:val="18"/>
              </w:rPr>
            </w:pPr>
            <w:r w:rsidRPr="00620696">
              <w:rPr>
                <w:rFonts w:ascii="Arial" w:hAnsi="Arial" w:cs="Arial"/>
                <w:sz w:val="18"/>
              </w:rPr>
              <w:t xml:space="preserve">• </w:t>
            </w:r>
          </w:p>
          <w:p w14:paraId="05910D91" w14:textId="77777777" w:rsidR="001F1E54" w:rsidRPr="00620696" w:rsidRDefault="00694270">
            <w:pPr>
              <w:rPr>
                <w:rFonts w:ascii="Arial" w:hAnsi="Arial" w:cs="Arial"/>
                <w:sz w:val="18"/>
              </w:rPr>
            </w:pPr>
          </w:p>
          <w:p w14:paraId="28C23205" w14:textId="77777777" w:rsidR="001F1E54" w:rsidRPr="00620696" w:rsidRDefault="00694270">
            <w:pPr>
              <w:rPr>
                <w:rFonts w:ascii="Arial" w:hAnsi="Arial" w:cs="Arial"/>
                <w:sz w:val="18"/>
              </w:rPr>
            </w:pPr>
          </w:p>
          <w:p w14:paraId="3D05A217" w14:textId="77777777" w:rsidR="001F1E54" w:rsidRPr="00620696" w:rsidRDefault="00D050BC">
            <w:pPr>
              <w:rPr>
                <w:rFonts w:ascii="Arial" w:hAnsi="Arial" w:cs="Arial"/>
              </w:rPr>
            </w:pPr>
            <w:r w:rsidRPr="00620696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7147" w:type="dxa"/>
            <w:tcBorders>
              <w:bottom w:val="single" w:sz="4" w:space="0" w:color="auto"/>
            </w:tcBorders>
          </w:tcPr>
          <w:p w14:paraId="1C280FA5" w14:textId="77777777" w:rsidR="001F1E54" w:rsidRPr="00620696" w:rsidRDefault="00D050BC">
            <w:pPr>
              <w:rPr>
                <w:rFonts w:ascii="Arial" w:hAnsi="Arial" w:cs="Arial"/>
                <w:sz w:val="18"/>
              </w:rPr>
            </w:pPr>
            <w:r w:rsidRPr="00620696">
              <w:rPr>
                <w:rFonts w:ascii="Arial" w:hAnsi="Arial" w:cs="Arial"/>
                <w:sz w:val="18"/>
              </w:rPr>
              <w:t>Students will be able to:</w:t>
            </w:r>
          </w:p>
          <w:p w14:paraId="47ECE4C3" w14:textId="77777777" w:rsidR="001F1E54" w:rsidRPr="00620696" w:rsidRDefault="00D050BC">
            <w:pPr>
              <w:rPr>
                <w:rFonts w:ascii="Arial" w:hAnsi="Arial" w:cs="Arial"/>
                <w:sz w:val="18"/>
              </w:rPr>
            </w:pPr>
            <w:r w:rsidRPr="00620696">
              <w:rPr>
                <w:rFonts w:ascii="Arial" w:hAnsi="Arial" w:cs="Arial"/>
                <w:sz w:val="18"/>
              </w:rPr>
              <w:t xml:space="preserve">• </w:t>
            </w:r>
          </w:p>
          <w:p w14:paraId="6610F30A" w14:textId="77777777" w:rsidR="001F1E54" w:rsidRPr="00620696" w:rsidRDefault="00694270">
            <w:pPr>
              <w:rPr>
                <w:rFonts w:ascii="Arial" w:hAnsi="Arial" w:cs="Arial"/>
              </w:rPr>
            </w:pPr>
          </w:p>
        </w:tc>
      </w:tr>
    </w:tbl>
    <w:p w14:paraId="089C6174" w14:textId="7F7CFFEF" w:rsidR="00620696" w:rsidRDefault="00620696"/>
    <w:p w14:paraId="797379A5" w14:textId="77777777" w:rsidR="00620696" w:rsidRDefault="00620696">
      <w:r>
        <w:br w:type="page"/>
      </w:r>
    </w:p>
    <w:p w14:paraId="4D5636B1" w14:textId="77777777" w:rsidR="005D658F" w:rsidRDefault="005D658F"/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12960"/>
      </w:tblGrid>
      <w:tr w:rsidR="00620696" w:rsidRPr="00620696" w14:paraId="04FC5C9B" w14:textId="77777777" w:rsidTr="00620696">
        <w:trPr>
          <w:trHeight w:val="328"/>
        </w:trPr>
        <w:tc>
          <w:tcPr>
            <w:tcW w:w="14238" w:type="dxa"/>
            <w:gridSpan w:val="2"/>
            <w:shd w:val="clear" w:color="auto" w:fill="FF0000"/>
            <w:vAlign w:val="center"/>
          </w:tcPr>
          <w:p w14:paraId="5200D51B" w14:textId="2EF83215" w:rsidR="005D658F" w:rsidRPr="00620696" w:rsidRDefault="005D658F" w:rsidP="00CC2872">
            <w:pPr>
              <w:pStyle w:val="Heading1"/>
              <w:rPr>
                <w:rFonts w:cs="Arial"/>
                <w:color w:val="FFFFFF" w:themeColor="background1"/>
                <w:sz w:val="20"/>
              </w:rPr>
            </w:pPr>
            <w:r w:rsidRPr="00620696">
              <w:rPr>
                <w:rFonts w:cs="Arial"/>
                <w:color w:val="FFFFFF" w:themeColor="background1"/>
                <w:sz w:val="20"/>
              </w:rPr>
              <w:t xml:space="preserve">STAGE </w:t>
            </w:r>
            <w:r w:rsidR="00914696" w:rsidRPr="00620696">
              <w:rPr>
                <w:rFonts w:cs="Arial"/>
                <w:color w:val="FFFFFF" w:themeColor="background1"/>
                <w:sz w:val="20"/>
              </w:rPr>
              <w:t>1</w:t>
            </w:r>
            <w:r w:rsidRPr="00620696">
              <w:rPr>
                <w:rFonts w:cs="Arial"/>
                <w:color w:val="FFFFFF" w:themeColor="background1"/>
                <w:sz w:val="20"/>
              </w:rPr>
              <w:t>– Standards</w:t>
            </w:r>
          </w:p>
        </w:tc>
      </w:tr>
      <w:tr w:rsidR="00620696" w:rsidRPr="00620696" w14:paraId="7775769B" w14:textId="77777777" w:rsidTr="007331E3">
        <w:trPr>
          <w:trHeight w:val="368"/>
        </w:trPr>
        <w:tc>
          <w:tcPr>
            <w:tcW w:w="14238" w:type="dxa"/>
            <w:gridSpan w:val="2"/>
            <w:vAlign w:val="center"/>
          </w:tcPr>
          <w:p w14:paraId="4B7C37CC" w14:textId="764907B4" w:rsidR="005D658F" w:rsidRPr="007331E3" w:rsidRDefault="00914696" w:rsidP="007331E3">
            <w:pPr>
              <w:rPr>
                <w:rFonts w:ascii="Arial" w:hAnsi="Arial" w:cs="Arial"/>
                <w:sz w:val="22"/>
                <w:szCs w:val="22"/>
              </w:rPr>
            </w:pPr>
            <w:r w:rsidRPr="00620696">
              <w:rPr>
                <w:rFonts w:ascii="Arial" w:hAnsi="Arial" w:cs="Arial"/>
                <w:b/>
                <w:sz w:val="22"/>
                <w:szCs w:val="22"/>
              </w:rPr>
              <w:t xml:space="preserve">List the </w:t>
            </w:r>
            <w:r w:rsidR="005D658F" w:rsidRPr="00620696">
              <w:rPr>
                <w:rFonts w:ascii="Arial" w:hAnsi="Arial" w:cs="Arial"/>
                <w:b/>
                <w:sz w:val="22"/>
                <w:szCs w:val="22"/>
              </w:rPr>
              <w:t>CCSS/NCES</w:t>
            </w:r>
            <w:r w:rsidRPr="00620696">
              <w:rPr>
                <w:rFonts w:ascii="Arial" w:hAnsi="Arial" w:cs="Arial"/>
                <w:b/>
                <w:sz w:val="22"/>
                <w:szCs w:val="22"/>
              </w:rPr>
              <w:t xml:space="preserve"> for this unit in the space below.  Include all relevant content and process standards.</w:t>
            </w:r>
          </w:p>
        </w:tc>
      </w:tr>
      <w:tr w:rsidR="007331E3" w:rsidRPr="00620696" w14:paraId="37900FCF" w14:textId="77777777" w:rsidTr="007331E3">
        <w:trPr>
          <w:trHeight w:val="387"/>
        </w:trPr>
        <w:tc>
          <w:tcPr>
            <w:tcW w:w="1278" w:type="dxa"/>
          </w:tcPr>
          <w:p w14:paraId="65D297F0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605853B4" w14:textId="5538243A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53B3A6D5" w14:textId="77777777" w:rsidTr="007331E3">
        <w:trPr>
          <w:trHeight w:val="380"/>
        </w:trPr>
        <w:tc>
          <w:tcPr>
            <w:tcW w:w="1278" w:type="dxa"/>
          </w:tcPr>
          <w:p w14:paraId="3747B6AF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5AAA560A" w14:textId="7C85E24E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53549B76" w14:textId="77777777" w:rsidTr="007331E3">
        <w:trPr>
          <w:trHeight w:val="380"/>
        </w:trPr>
        <w:tc>
          <w:tcPr>
            <w:tcW w:w="1278" w:type="dxa"/>
          </w:tcPr>
          <w:p w14:paraId="310DE138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2E14141E" w14:textId="4012ECA9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0A511E21" w14:textId="77777777" w:rsidTr="007331E3">
        <w:trPr>
          <w:trHeight w:val="380"/>
        </w:trPr>
        <w:tc>
          <w:tcPr>
            <w:tcW w:w="1278" w:type="dxa"/>
          </w:tcPr>
          <w:p w14:paraId="13F52ED9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6FDCF287" w14:textId="43DD182C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70EA02B9" w14:textId="77777777" w:rsidTr="007331E3">
        <w:trPr>
          <w:trHeight w:val="380"/>
        </w:trPr>
        <w:tc>
          <w:tcPr>
            <w:tcW w:w="1278" w:type="dxa"/>
          </w:tcPr>
          <w:p w14:paraId="59A5ACA5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64FD9FD8" w14:textId="42809374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6C402426" w14:textId="77777777" w:rsidTr="007331E3">
        <w:trPr>
          <w:trHeight w:val="380"/>
        </w:trPr>
        <w:tc>
          <w:tcPr>
            <w:tcW w:w="1278" w:type="dxa"/>
          </w:tcPr>
          <w:p w14:paraId="63F82A6D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5C776A91" w14:textId="38D87B1F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6B50F69D" w14:textId="77777777" w:rsidTr="007331E3">
        <w:trPr>
          <w:trHeight w:val="380"/>
        </w:trPr>
        <w:tc>
          <w:tcPr>
            <w:tcW w:w="1278" w:type="dxa"/>
          </w:tcPr>
          <w:p w14:paraId="2438F9EB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73B7C016" w14:textId="6AC860DD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7291C990" w14:textId="77777777" w:rsidTr="007331E3">
        <w:trPr>
          <w:trHeight w:val="380"/>
        </w:trPr>
        <w:tc>
          <w:tcPr>
            <w:tcW w:w="1278" w:type="dxa"/>
          </w:tcPr>
          <w:p w14:paraId="3C0D7182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1C11D129" w14:textId="79DD5B88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2547D17E" w14:textId="77777777" w:rsidTr="007331E3">
        <w:trPr>
          <w:trHeight w:val="380"/>
        </w:trPr>
        <w:tc>
          <w:tcPr>
            <w:tcW w:w="1278" w:type="dxa"/>
          </w:tcPr>
          <w:p w14:paraId="6C9DB95F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5DEE97F1" w14:textId="5365348C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62DB9AB3" w14:textId="77777777" w:rsidTr="007331E3">
        <w:trPr>
          <w:trHeight w:val="380"/>
        </w:trPr>
        <w:tc>
          <w:tcPr>
            <w:tcW w:w="1278" w:type="dxa"/>
          </w:tcPr>
          <w:p w14:paraId="50471E60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4F3C998D" w14:textId="0F30700B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049335EA" w14:textId="77777777" w:rsidTr="007331E3">
        <w:trPr>
          <w:trHeight w:val="380"/>
        </w:trPr>
        <w:tc>
          <w:tcPr>
            <w:tcW w:w="1278" w:type="dxa"/>
          </w:tcPr>
          <w:p w14:paraId="361CF003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1DCAB51F" w14:textId="62E2E94C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63C2D228" w14:textId="77777777" w:rsidTr="007331E3">
        <w:trPr>
          <w:trHeight w:val="380"/>
        </w:trPr>
        <w:tc>
          <w:tcPr>
            <w:tcW w:w="1278" w:type="dxa"/>
          </w:tcPr>
          <w:p w14:paraId="3A40CC1B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1E8808B5" w14:textId="033C4572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1E3" w:rsidRPr="00620696" w14:paraId="1623AFBE" w14:textId="77777777" w:rsidTr="007331E3">
        <w:trPr>
          <w:trHeight w:val="380"/>
        </w:trPr>
        <w:tc>
          <w:tcPr>
            <w:tcW w:w="1278" w:type="dxa"/>
          </w:tcPr>
          <w:p w14:paraId="5856565E" w14:textId="77777777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60" w:type="dxa"/>
          </w:tcPr>
          <w:p w14:paraId="44053088" w14:textId="5833DA9B" w:rsidR="007331E3" w:rsidRPr="00620696" w:rsidRDefault="007331E3" w:rsidP="003800A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4FDA1EA" w14:textId="77777777" w:rsidR="005D658F" w:rsidRDefault="005D658F">
      <w:r>
        <w:br w:type="page"/>
      </w:r>
    </w:p>
    <w:p w14:paraId="2CC5ED09" w14:textId="77777777" w:rsidR="001F1E54" w:rsidRDefault="00694270"/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7424"/>
      </w:tblGrid>
      <w:tr w:rsidR="00620696" w14:paraId="035B74A4" w14:textId="77777777" w:rsidTr="00620696">
        <w:trPr>
          <w:trHeight w:val="379"/>
        </w:trPr>
        <w:tc>
          <w:tcPr>
            <w:tcW w:w="14238" w:type="dxa"/>
            <w:gridSpan w:val="2"/>
            <w:shd w:val="clear" w:color="auto" w:fill="FFCC00"/>
            <w:vAlign w:val="center"/>
          </w:tcPr>
          <w:p w14:paraId="72535E74" w14:textId="77777777" w:rsidR="001F1E54" w:rsidRDefault="00D050BC" w:rsidP="00CC2872">
            <w:pPr>
              <w:pStyle w:val="Heading1"/>
            </w:pPr>
            <w:r>
              <w:t>STAGE 2 – ASSESSMENT EVIDENCE</w:t>
            </w:r>
          </w:p>
        </w:tc>
      </w:tr>
      <w:tr w:rsidR="00620696" w14:paraId="4CCDAEF0" w14:textId="77777777" w:rsidTr="00620696">
        <w:trPr>
          <w:trHeight w:val="3554"/>
        </w:trPr>
        <w:tc>
          <w:tcPr>
            <w:tcW w:w="6814" w:type="dxa"/>
          </w:tcPr>
          <w:p w14:paraId="31E65C67" w14:textId="77777777" w:rsidR="001F1E54" w:rsidRPr="00620696" w:rsidRDefault="00D050BC">
            <w:pPr>
              <w:rPr>
                <w:rFonts w:ascii="Arial" w:hAnsi="Arial"/>
                <w:b/>
                <w:sz w:val="20"/>
              </w:rPr>
            </w:pPr>
            <w:bookmarkStart w:id="0" w:name="OLE_LINK5"/>
            <w:r w:rsidRPr="00620696">
              <w:rPr>
                <w:rFonts w:ascii="Arial" w:hAnsi="Arial"/>
                <w:b/>
                <w:sz w:val="20"/>
              </w:rPr>
              <w:t>Perfo</w:t>
            </w:r>
            <w:bookmarkEnd w:id="0"/>
            <w:r w:rsidRPr="00620696">
              <w:rPr>
                <w:rFonts w:ascii="Arial" w:hAnsi="Arial"/>
                <w:b/>
                <w:sz w:val="20"/>
              </w:rPr>
              <w:t>rmance Tasks:</w:t>
            </w:r>
          </w:p>
          <w:p w14:paraId="53FB1214" w14:textId="50D2612A" w:rsidR="00620696" w:rsidRPr="00620696" w:rsidRDefault="00620696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24" w:type="dxa"/>
          </w:tcPr>
          <w:p w14:paraId="61F17037" w14:textId="77777777" w:rsidR="001F1E54" w:rsidRPr="00620696" w:rsidRDefault="00D050BC">
            <w:pPr>
              <w:rPr>
                <w:rFonts w:ascii="Arial" w:hAnsi="Arial"/>
                <w:b/>
                <w:sz w:val="20"/>
              </w:rPr>
            </w:pPr>
            <w:r w:rsidRPr="00620696">
              <w:rPr>
                <w:rFonts w:ascii="Arial" w:hAnsi="Arial"/>
                <w:b/>
                <w:sz w:val="20"/>
              </w:rPr>
              <w:t>Other Evidence:</w:t>
            </w:r>
          </w:p>
          <w:p w14:paraId="066ADDDA" w14:textId="77777777" w:rsidR="001F1E54" w:rsidRPr="00620696" w:rsidRDefault="00694270">
            <w:pPr>
              <w:rPr>
                <w:sz w:val="22"/>
                <w:szCs w:val="22"/>
              </w:rPr>
            </w:pPr>
          </w:p>
        </w:tc>
      </w:tr>
      <w:tr w:rsidR="00620696" w14:paraId="707D938E" w14:textId="77777777" w:rsidTr="00620696">
        <w:trPr>
          <w:trHeight w:val="4212"/>
        </w:trPr>
        <w:tc>
          <w:tcPr>
            <w:tcW w:w="14238" w:type="dxa"/>
            <w:gridSpan w:val="2"/>
          </w:tcPr>
          <w:p w14:paraId="09BD169E" w14:textId="77777777" w:rsidR="001F1E54" w:rsidRPr="00620696" w:rsidRDefault="00D050BC">
            <w:pPr>
              <w:rPr>
                <w:rFonts w:ascii="Arial" w:hAnsi="Arial"/>
                <w:b/>
                <w:sz w:val="20"/>
              </w:rPr>
            </w:pPr>
            <w:r w:rsidRPr="00620696">
              <w:rPr>
                <w:rFonts w:ascii="Arial" w:hAnsi="Arial"/>
                <w:b/>
                <w:sz w:val="20"/>
              </w:rPr>
              <w:t>Key Criteria:</w:t>
            </w:r>
          </w:p>
          <w:p w14:paraId="36194E51" w14:textId="77777777" w:rsidR="001F1E54" w:rsidRPr="00620696" w:rsidRDefault="00694270">
            <w:pPr>
              <w:rPr>
                <w:rFonts w:ascii="Arial" w:hAnsi="Arial"/>
                <w:sz w:val="22"/>
                <w:szCs w:val="22"/>
              </w:rPr>
            </w:pPr>
          </w:p>
          <w:p w14:paraId="03DE45A2" w14:textId="77777777" w:rsidR="001F1E54" w:rsidRDefault="00694270">
            <w:pPr>
              <w:rPr>
                <w:rFonts w:ascii="Arial" w:hAnsi="Arial"/>
                <w:b/>
                <w:sz w:val="18"/>
              </w:rPr>
            </w:pPr>
          </w:p>
          <w:p w14:paraId="012200EB" w14:textId="77777777" w:rsidR="001F1E54" w:rsidRDefault="00694270">
            <w:pPr>
              <w:rPr>
                <w:rFonts w:ascii="Arial" w:hAnsi="Arial"/>
                <w:b/>
                <w:sz w:val="18"/>
              </w:rPr>
            </w:pPr>
          </w:p>
          <w:p w14:paraId="1089D92B" w14:textId="77777777" w:rsidR="001F1E54" w:rsidRDefault="00694270">
            <w:pPr>
              <w:rPr>
                <w:rFonts w:ascii="Arial" w:hAnsi="Arial"/>
                <w:b/>
                <w:sz w:val="18"/>
              </w:rPr>
            </w:pPr>
          </w:p>
          <w:p w14:paraId="135CF707" w14:textId="77777777" w:rsidR="001F1E54" w:rsidRDefault="00694270">
            <w:pPr>
              <w:rPr>
                <w:rFonts w:ascii="Arial" w:hAnsi="Arial"/>
                <w:b/>
                <w:sz w:val="18"/>
              </w:rPr>
            </w:pPr>
          </w:p>
        </w:tc>
      </w:tr>
    </w:tbl>
    <w:p w14:paraId="1C92A623" w14:textId="77777777" w:rsidR="001F1E54" w:rsidRDefault="00694270"/>
    <w:tbl>
      <w:tblPr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7424"/>
      </w:tblGrid>
      <w:tr w:rsidR="00694270" w14:paraId="73D201C2" w14:textId="77777777" w:rsidTr="00694270">
        <w:trPr>
          <w:trHeight w:val="379"/>
        </w:trPr>
        <w:tc>
          <w:tcPr>
            <w:tcW w:w="14238" w:type="dxa"/>
            <w:gridSpan w:val="2"/>
            <w:shd w:val="clear" w:color="auto" w:fill="008000"/>
            <w:vAlign w:val="center"/>
          </w:tcPr>
          <w:p w14:paraId="2AE37A27" w14:textId="10E35DA5" w:rsidR="00694270" w:rsidRDefault="00694270" w:rsidP="003A0FBA">
            <w:pPr>
              <w:pStyle w:val="Heading1"/>
            </w:pPr>
            <w:r>
              <w:lastRenderedPageBreak/>
              <w:t xml:space="preserve">STAGE 3 </w:t>
            </w:r>
            <w:r>
              <w:t>– ASSESSMENT EVIDENCE</w:t>
            </w:r>
          </w:p>
        </w:tc>
      </w:tr>
      <w:tr w:rsidR="00694270" w14:paraId="11210B68" w14:textId="77777777" w:rsidTr="003A0FBA">
        <w:trPr>
          <w:trHeight w:val="3554"/>
        </w:trPr>
        <w:tc>
          <w:tcPr>
            <w:tcW w:w="6814" w:type="dxa"/>
          </w:tcPr>
          <w:p w14:paraId="5A9A5647" w14:textId="09EA97B3" w:rsidR="00694270" w:rsidRPr="00620696" w:rsidRDefault="00694270" w:rsidP="003A0FB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District Resources:</w:t>
            </w:r>
          </w:p>
          <w:p w14:paraId="6DECC3B9" w14:textId="77777777" w:rsidR="00694270" w:rsidRPr="00620696" w:rsidRDefault="00694270" w:rsidP="003A0FBA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424" w:type="dxa"/>
          </w:tcPr>
          <w:p w14:paraId="2F1D798F" w14:textId="2B8FA58B" w:rsidR="00694270" w:rsidRPr="00620696" w:rsidRDefault="00694270" w:rsidP="003A0FB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Supplemental Resources:</w:t>
            </w:r>
          </w:p>
          <w:p w14:paraId="18CD256A" w14:textId="77777777" w:rsidR="00694270" w:rsidRPr="00620696" w:rsidRDefault="00694270" w:rsidP="003A0FBA">
            <w:pPr>
              <w:rPr>
                <w:sz w:val="22"/>
                <w:szCs w:val="22"/>
              </w:rPr>
            </w:pPr>
          </w:p>
        </w:tc>
      </w:tr>
      <w:tr w:rsidR="00694270" w14:paraId="196A5E8B" w14:textId="77777777" w:rsidTr="003A0FBA">
        <w:trPr>
          <w:trHeight w:val="4212"/>
        </w:trPr>
        <w:tc>
          <w:tcPr>
            <w:tcW w:w="14238" w:type="dxa"/>
            <w:gridSpan w:val="2"/>
          </w:tcPr>
          <w:p w14:paraId="3BBF5B97" w14:textId="18481198" w:rsidR="00694270" w:rsidRPr="00620696" w:rsidRDefault="00694270" w:rsidP="003A0FB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Differentiated Resources (AIG, ESL, EC, Technology, etc.):</w:t>
            </w:r>
            <w:bookmarkStart w:id="1" w:name="_GoBack"/>
            <w:bookmarkEnd w:id="1"/>
          </w:p>
          <w:p w14:paraId="37297C48" w14:textId="77777777" w:rsidR="00694270" w:rsidRPr="00620696" w:rsidRDefault="00694270" w:rsidP="003A0FBA">
            <w:pPr>
              <w:rPr>
                <w:rFonts w:ascii="Arial" w:hAnsi="Arial"/>
                <w:sz w:val="22"/>
                <w:szCs w:val="22"/>
              </w:rPr>
            </w:pPr>
          </w:p>
          <w:p w14:paraId="4D91BA7C" w14:textId="77777777" w:rsidR="00694270" w:rsidRDefault="00694270" w:rsidP="003A0FBA">
            <w:pPr>
              <w:rPr>
                <w:rFonts w:ascii="Arial" w:hAnsi="Arial"/>
                <w:b/>
                <w:sz w:val="18"/>
              </w:rPr>
            </w:pPr>
          </w:p>
          <w:p w14:paraId="6AAC0933" w14:textId="77777777" w:rsidR="00694270" w:rsidRDefault="00694270" w:rsidP="003A0FBA">
            <w:pPr>
              <w:rPr>
                <w:rFonts w:ascii="Arial" w:hAnsi="Arial"/>
                <w:b/>
                <w:sz w:val="18"/>
              </w:rPr>
            </w:pPr>
          </w:p>
          <w:p w14:paraId="64E9E7C8" w14:textId="77777777" w:rsidR="00694270" w:rsidRDefault="00694270" w:rsidP="003A0FBA">
            <w:pPr>
              <w:rPr>
                <w:rFonts w:ascii="Arial" w:hAnsi="Arial"/>
                <w:b/>
                <w:sz w:val="18"/>
              </w:rPr>
            </w:pPr>
          </w:p>
          <w:p w14:paraId="7C6DBFF7" w14:textId="77777777" w:rsidR="00694270" w:rsidRDefault="00694270" w:rsidP="003A0FBA">
            <w:pPr>
              <w:rPr>
                <w:rFonts w:ascii="Arial" w:hAnsi="Arial"/>
                <w:b/>
                <w:sz w:val="18"/>
              </w:rPr>
            </w:pPr>
          </w:p>
        </w:tc>
      </w:tr>
    </w:tbl>
    <w:p w14:paraId="306C12A5" w14:textId="77777777" w:rsidR="001F1E54" w:rsidRDefault="00694270">
      <w:pPr>
        <w:rPr>
          <w:rFonts w:ascii="Arial" w:hAnsi="Arial"/>
          <w:sz w:val="20"/>
        </w:rPr>
      </w:pPr>
    </w:p>
    <w:sectPr w:rsidR="001F1E54" w:rsidSect="00620696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488A6" w14:textId="77777777" w:rsidR="00D050BC" w:rsidRDefault="00D050BC">
      <w:r>
        <w:separator/>
      </w:r>
    </w:p>
  </w:endnote>
  <w:endnote w:type="continuationSeparator" w:id="0">
    <w:p w14:paraId="5D9F6C73" w14:textId="77777777" w:rsidR="00D050BC" w:rsidRDefault="00D0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98F121" w14:textId="77777777" w:rsidR="001F1E54" w:rsidRDefault="00D050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67590D" w14:textId="77777777" w:rsidR="001F1E54" w:rsidRDefault="0069427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D0D00" w14:textId="77777777" w:rsidR="001F1E54" w:rsidRDefault="00D050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9427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538885A" w14:textId="1B6B48F6" w:rsidR="001F1E54" w:rsidRDefault="005D658F">
    <w:pPr>
      <w:pStyle w:val="Footer"/>
      <w:ind w:right="360"/>
      <w:rPr>
        <w:sz w:val="18"/>
      </w:rPr>
    </w:pPr>
    <w:r>
      <w:rPr>
        <w:sz w:val="18"/>
      </w:rPr>
      <w:t>Adapted from</w:t>
    </w:r>
    <w:r w:rsidR="00D050BC">
      <w:rPr>
        <w:sz w:val="18"/>
      </w:rPr>
      <w:t xml:space="preserve"> Understanding by Design, </w:t>
    </w:r>
    <w:r w:rsidR="00D050BC">
      <w:rPr>
        <w:sz w:val="18"/>
      </w:rPr>
      <w:tab/>
      <w:t>Unit Design Planning Template (Wiggins/McTighe 2005)</w:t>
    </w:r>
    <w:r w:rsidR="00D050BC">
      <w:rPr>
        <w:sz w:val="18"/>
      </w:rPr>
      <w:tab/>
    </w:r>
    <w:r w:rsidR="00D050BC">
      <w:rPr>
        <w:sz w:val="18"/>
      </w:rPr>
      <w:tab/>
    </w:r>
    <w:r w:rsidR="00D050BC">
      <w:rPr>
        <w:sz w:val="18"/>
      </w:rPr>
      <w:tab/>
      <w:t xml:space="preserve">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141BAF" w14:textId="77777777" w:rsidR="00D050BC" w:rsidRDefault="00D050BC">
      <w:r>
        <w:separator/>
      </w:r>
    </w:p>
  </w:footnote>
  <w:footnote w:type="continuationSeparator" w:id="0">
    <w:p w14:paraId="352101F8" w14:textId="77777777" w:rsidR="00D050BC" w:rsidRDefault="00D050B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A9DB2" w14:textId="64A8B379" w:rsidR="001F1E54" w:rsidRPr="00620696" w:rsidRDefault="00E74F06" w:rsidP="00620696">
    <w:pPr>
      <w:pStyle w:val="Header"/>
      <w:ind w:left="720"/>
      <w:rPr>
        <w:rFonts w:ascii="Arial" w:hAnsi="Arial" w:cs="Arial"/>
        <w:sz w:val="18"/>
        <w:szCs w:val="18"/>
      </w:rPr>
    </w:pPr>
    <w:r w:rsidRPr="00620696"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04F9B6F3" wp14:editId="2E840176">
          <wp:simplePos x="0" y="0"/>
          <wp:positionH relativeFrom="column">
            <wp:posOffset>-516255</wp:posOffset>
          </wp:positionH>
          <wp:positionV relativeFrom="paragraph">
            <wp:posOffset>-313267</wp:posOffset>
          </wp:positionV>
          <wp:extent cx="762000" cy="395654"/>
          <wp:effectExtent l="0" t="0" r="0" b="10795"/>
          <wp:wrapNone/>
          <wp:docPr id="1" name="Picture 1" descr="Macintosh HD:My Desktop Folders:PICS:Screen shot 2012-10-15 at 10.40.31 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My Desktop Folders:PICS:Screen shot 2012-10-15 at 10.40.31 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395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0696" w:rsidRPr="00620696">
      <w:rPr>
        <w:rFonts w:ascii="Arial" w:hAnsi="Arial" w:cs="Arial"/>
        <w:b/>
        <w:sz w:val="18"/>
        <w:szCs w:val="18"/>
      </w:rPr>
      <w:t>Unit #:</w:t>
    </w:r>
    <w:r w:rsidR="00620696" w:rsidRPr="00620696">
      <w:rPr>
        <w:rFonts w:ascii="Arial" w:hAnsi="Arial" w:cs="Arial"/>
        <w:sz w:val="18"/>
        <w:szCs w:val="18"/>
      </w:rPr>
      <w:t xml:space="preserve"> ________ </w:t>
    </w:r>
    <w:r w:rsidR="00D050BC" w:rsidRPr="00620696">
      <w:rPr>
        <w:rFonts w:ascii="Arial" w:hAnsi="Arial" w:cs="Arial"/>
        <w:b/>
        <w:sz w:val="18"/>
        <w:szCs w:val="18"/>
      </w:rPr>
      <w:t>Subject(s)</w:t>
    </w:r>
    <w:r w:rsidR="00620696" w:rsidRPr="00620696">
      <w:rPr>
        <w:rFonts w:ascii="Arial" w:hAnsi="Arial" w:cs="Arial"/>
        <w:b/>
        <w:sz w:val="18"/>
        <w:szCs w:val="18"/>
      </w:rPr>
      <w:t>:</w:t>
    </w:r>
    <w:r w:rsidR="00D050BC" w:rsidRPr="00620696">
      <w:rPr>
        <w:rFonts w:ascii="Arial" w:hAnsi="Arial" w:cs="Arial"/>
        <w:sz w:val="18"/>
        <w:szCs w:val="18"/>
      </w:rPr>
      <w:t xml:space="preserve"> ______________________ </w:t>
    </w:r>
    <w:r w:rsidR="00D050BC" w:rsidRPr="00620696">
      <w:rPr>
        <w:rFonts w:ascii="Arial" w:hAnsi="Arial" w:cs="Arial"/>
        <w:b/>
        <w:sz w:val="18"/>
        <w:szCs w:val="18"/>
      </w:rPr>
      <w:t>Grade(s)</w:t>
    </w:r>
    <w:r w:rsidR="00620696" w:rsidRPr="00620696">
      <w:rPr>
        <w:rFonts w:ascii="Arial" w:hAnsi="Arial" w:cs="Arial"/>
        <w:b/>
        <w:sz w:val="18"/>
        <w:szCs w:val="18"/>
      </w:rPr>
      <w:t>:</w:t>
    </w:r>
    <w:r w:rsidR="00D050BC" w:rsidRPr="00620696">
      <w:rPr>
        <w:rFonts w:ascii="Arial" w:hAnsi="Arial" w:cs="Arial"/>
        <w:b/>
        <w:sz w:val="18"/>
        <w:szCs w:val="18"/>
      </w:rPr>
      <w:t xml:space="preserve">  </w:t>
    </w:r>
    <w:r w:rsidR="00D050BC" w:rsidRPr="00620696">
      <w:rPr>
        <w:rFonts w:ascii="Arial" w:hAnsi="Arial" w:cs="Arial"/>
        <w:sz w:val="18"/>
        <w:szCs w:val="18"/>
      </w:rPr>
      <w:t xml:space="preserve">_______ </w:t>
    </w:r>
    <w:r w:rsidR="00F153E8" w:rsidRPr="00620696">
      <w:rPr>
        <w:rFonts w:ascii="Arial" w:hAnsi="Arial" w:cs="Arial"/>
        <w:b/>
        <w:sz w:val="18"/>
        <w:szCs w:val="18"/>
      </w:rPr>
      <w:t>Designer(s)</w:t>
    </w:r>
    <w:r w:rsidR="00620696" w:rsidRPr="00620696">
      <w:rPr>
        <w:rFonts w:ascii="Arial" w:hAnsi="Arial" w:cs="Arial"/>
        <w:b/>
        <w:sz w:val="18"/>
        <w:szCs w:val="18"/>
      </w:rPr>
      <w:t>:</w:t>
    </w:r>
    <w:r w:rsidR="00F153E8" w:rsidRPr="00620696">
      <w:rPr>
        <w:rFonts w:ascii="Arial" w:hAnsi="Arial" w:cs="Arial"/>
        <w:sz w:val="18"/>
        <w:szCs w:val="18"/>
      </w:rPr>
      <w:t xml:space="preserve"> </w:t>
    </w:r>
    <w:r w:rsidR="00D050BC" w:rsidRPr="00620696">
      <w:rPr>
        <w:rFonts w:ascii="Arial" w:hAnsi="Arial" w:cs="Arial"/>
        <w:sz w:val="18"/>
        <w:szCs w:val="18"/>
      </w:rPr>
      <w:t>__</w:t>
    </w:r>
    <w:r w:rsidR="00F153E8" w:rsidRPr="00620696">
      <w:rPr>
        <w:rFonts w:ascii="Arial" w:hAnsi="Arial" w:cs="Arial"/>
        <w:sz w:val="18"/>
        <w:szCs w:val="18"/>
      </w:rPr>
      <w:t>__</w:t>
    </w:r>
    <w:r w:rsidR="00D050BC" w:rsidRPr="00620696">
      <w:rPr>
        <w:rFonts w:ascii="Arial" w:hAnsi="Arial" w:cs="Arial"/>
        <w:sz w:val="18"/>
        <w:szCs w:val="18"/>
      </w:rPr>
      <w:t>_</w:t>
    </w:r>
    <w:r w:rsidR="00620696" w:rsidRPr="00620696">
      <w:rPr>
        <w:rFonts w:ascii="Arial" w:hAnsi="Arial" w:cs="Arial"/>
        <w:sz w:val="18"/>
        <w:szCs w:val="18"/>
      </w:rPr>
      <w:t>________________________________________</w:t>
    </w:r>
    <w:r w:rsidR="00D050BC" w:rsidRPr="00620696">
      <w:rPr>
        <w:rFonts w:ascii="Arial" w:hAnsi="Arial" w:cs="Arial"/>
        <w:sz w:val="18"/>
        <w:szCs w:val="18"/>
      </w:rPr>
      <w:t xml:space="preserve">_____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87DDB"/>
    <w:multiLevelType w:val="hybridMultilevel"/>
    <w:tmpl w:val="071C3632"/>
    <w:lvl w:ilvl="0" w:tplc="B646CC5E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383643"/>
    <w:multiLevelType w:val="hybridMultilevel"/>
    <w:tmpl w:val="FD58B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A1C45"/>
    <w:multiLevelType w:val="hybridMultilevel"/>
    <w:tmpl w:val="88F23BB2"/>
    <w:lvl w:ilvl="0" w:tplc="267AD00E">
      <w:start w:val="1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F85446"/>
    <w:multiLevelType w:val="hybridMultilevel"/>
    <w:tmpl w:val="6D420F9C"/>
    <w:lvl w:ilvl="0" w:tplc="EA92479E">
      <w:start w:val="2"/>
      <w:numFmt w:val="bullet"/>
      <w:lvlText w:val="-"/>
      <w:lvlJc w:val="left"/>
      <w:pPr>
        <w:tabs>
          <w:tab w:val="num" w:pos="360"/>
        </w:tabs>
        <w:ind w:left="216" w:hanging="216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8E4BA8"/>
    <w:multiLevelType w:val="hybridMultilevel"/>
    <w:tmpl w:val="AABC8DEA"/>
    <w:lvl w:ilvl="0" w:tplc="1BE6B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681C96"/>
    <w:multiLevelType w:val="hybridMultilevel"/>
    <w:tmpl w:val="5DA6344E"/>
    <w:lvl w:ilvl="0" w:tplc="B34ECA3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BF3D0A"/>
    <w:multiLevelType w:val="hybridMultilevel"/>
    <w:tmpl w:val="6D420F9C"/>
    <w:lvl w:ilvl="0" w:tplc="E47ADEFC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B025DB"/>
    <w:multiLevelType w:val="hybridMultilevel"/>
    <w:tmpl w:val="6D420F9C"/>
    <w:lvl w:ilvl="0" w:tplc="359A8CFC">
      <w:start w:val="2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AA050F"/>
    <w:multiLevelType w:val="hybridMultilevel"/>
    <w:tmpl w:val="7A101CEC"/>
    <w:lvl w:ilvl="0" w:tplc="D0B00212">
      <w:start w:val="2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65590"/>
    <w:multiLevelType w:val="hybridMultilevel"/>
    <w:tmpl w:val="6D420F9C"/>
    <w:lvl w:ilvl="0" w:tplc="408C1F62">
      <w:start w:val="2"/>
      <w:numFmt w:val="bullet"/>
      <w:lvlText w:val="-"/>
      <w:lvlJc w:val="left"/>
      <w:pPr>
        <w:tabs>
          <w:tab w:val="num" w:pos="576"/>
        </w:tabs>
        <w:ind w:left="360" w:hanging="144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A154F3"/>
    <w:multiLevelType w:val="hybridMultilevel"/>
    <w:tmpl w:val="E396AB38"/>
    <w:lvl w:ilvl="0" w:tplc="41640E1A">
      <w:start w:val="100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76C404FA"/>
    <w:multiLevelType w:val="hybridMultilevel"/>
    <w:tmpl w:val="4ACA83B6"/>
    <w:lvl w:ilvl="0" w:tplc="D19E80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5"/>
  </w:num>
  <w:num w:numId="5">
    <w:abstractNumId w:val="9"/>
  </w:num>
  <w:num w:numId="6">
    <w:abstractNumId w:val="3"/>
  </w:num>
  <w:num w:numId="7">
    <w:abstractNumId w:val="7"/>
  </w:num>
  <w:num w:numId="8">
    <w:abstractNumId w:val="6"/>
  </w:num>
  <w:num w:numId="9">
    <w:abstractNumId w:val="11"/>
  </w:num>
  <w:num w:numId="10">
    <w:abstractNumId w:val="1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BC"/>
    <w:rsid w:val="005D658F"/>
    <w:rsid w:val="00620696"/>
    <w:rsid w:val="00694270"/>
    <w:rsid w:val="007331E3"/>
    <w:rsid w:val="00914696"/>
    <w:rsid w:val="00CC2872"/>
    <w:rsid w:val="00CD117C"/>
    <w:rsid w:val="00D050BC"/>
    <w:rsid w:val="00E74F06"/>
    <w:rsid w:val="00EB6EB4"/>
    <w:rsid w:val="00F1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575D9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F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5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rial" w:hAnsi="Arial"/>
      <w:sz w:val="18"/>
    </w:rPr>
  </w:style>
  <w:style w:type="paragraph" w:styleId="BodyText2">
    <w:name w:val="Body Text 2"/>
    <w:basedOn w:val="Normal"/>
    <w:pPr>
      <w:jc w:val="center"/>
    </w:pPr>
    <w:rPr>
      <w:rFonts w:ascii="Arial" w:hAnsi="Arial"/>
      <w:sz w:val="18"/>
    </w:rPr>
  </w:style>
  <w:style w:type="paragraph" w:styleId="BodyText3">
    <w:name w:val="Body Text 3"/>
    <w:basedOn w:val="Normal"/>
    <w:rPr>
      <w:rFonts w:ascii="Arial" w:hAnsi="Arial"/>
      <w:color w:val="FF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0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F0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YRONCAT:LAPTOP%20DESKTO:DESKTOP%20:UbD%20Uni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UbD Unit Template.dot</Template>
  <TotalTime>9</TotalTime>
  <Pages>4</Pages>
  <Words>109</Words>
  <Characters>622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1 – DESIRED RESULTS</vt:lpstr>
    </vt:vector>
  </TitlesOfParts>
  <Company>McTighe &amp; Associates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1 – DESIRED RESULTS</dc:title>
  <dc:subject/>
  <dc:creator>Jay McTighe</dc:creator>
  <cp:keywords/>
  <cp:lastModifiedBy>Microsoft Office User</cp:lastModifiedBy>
  <cp:revision>2</cp:revision>
  <cp:lastPrinted>2013-06-04T14:19:00Z</cp:lastPrinted>
  <dcterms:created xsi:type="dcterms:W3CDTF">2013-06-12T17:09:00Z</dcterms:created>
  <dcterms:modified xsi:type="dcterms:W3CDTF">2013-06-12T17:09:00Z</dcterms:modified>
</cp:coreProperties>
</file>